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DC" w:rsidRPr="00E7352D" w:rsidRDefault="003970DC" w:rsidP="00CD76AB">
      <w:pPr>
        <w:pStyle w:val="NoSpacing"/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Додаток 2</w:t>
      </w:r>
    </w:p>
    <w:p w:rsidR="003970DC" w:rsidRPr="00E7352D" w:rsidRDefault="003970DC" w:rsidP="00CD76AB">
      <w:pPr>
        <w:pStyle w:val="NoSpacing"/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E7352D">
        <w:rPr>
          <w:rFonts w:ascii="Times New Roman" w:hAnsi="Times New Roman" w:cs="Times New Roman"/>
          <w:b/>
          <w:bCs/>
          <w:sz w:val="24"/>
          <w:szCs w:val="24"/>
        </w:rPr>
        <w:t xml:space="preserve">до рішення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3014</w:t>
      </w:r>
    </w:p>
    <w:p w:rsidR="003970DC" w:rsidRPr="00E7352D" w:rsidRDefault="003970DC" w:rsidP="00CD76AB">
      <w:pPr>
        <w:pStyle w:val="NoSpacing"/>
        <w:ind w:left="6372"/>
        <w:rPr>
          <w:rFonts w:ascii="Times New Roman" w:hAnsi="Times New Roman" w:cs="Times New Roman"/>
          <w:b/>
          <w:bCs/>
          <w:sz w:val="24"/>
          <w:szCs w:val="24"/>
        </w:rPr>
      </w:pPr>
      <w:r w:rsidRPr="00E7352D">
        <w:rPr>
          <w:rFonts w:ascii="Times New Roman" w:hAnsi="Times New Roman" w:cs="Times New Roman"/>
          <w:b/>
          <w:bCs/>
          <w:sz w:val="24"/>
          <w:szCs w:val="24"/>
        </w:rPr>
        <w:t>виконавчого комітету</w:t>
      </w:r>
    </w:p>
    <w:p w:rsidR="003970DC" w:rsidRPr="00E7352D" w:rsidRDefault="003970DC" w:rsidP="00CD76AB">
      <w:pPr>
        <w:pStyle w:val="NoSpacing"/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E7352D">
        <w:rPr>
          <w:rFonts w:ascii="Times New Roman" w:hAnsi="Times New Roman" w:cs="Times New Roman"/>
          <w:b/>
          <w:bCs/>
          <w:sz w:val="24"/>
          <w:szCs w:val="24"/>
        </w:rPr>
        <w:t>Бучанської міської ради</w:t>
      </w:r>
    </w:p>
    <w:p w:rsidR="003970DC" w:rsidRPr="00E7352D" w:rsidRDefault="003970DC" w:rsidP="00CD76AB">
      <w:pPr>
        <w:pStyle w:val="NoSpacing"/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E7352D">
        <w:rPr>
          <w:rFonts w:ascii="Times New Roman" w:hAnsi="Times New Roman" w:cs="Times New Roman"/>
          <w:b/>
          <w:bCs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03. 05</w:t>
      </w:r>
      <w:r w:rsidRPr="00E7352D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7352D">
        <w:rPr>
          <w:rFonts w:ascii="Times New Roman" w:hAnsi="Times New Roman" w:cs="Times New Roman"/>
          <w:b/>
          <w:bCs/>
          <w:sz w:val="24"/>
          <w:szCs w:val="24"/>
          <w:u w:val="single"/>
        </w:rPr>
        <w:t>2024 р.</w:t>
      </w:r>
    </w:p>
    <w:p w:rsidR="003970DC" w:rsidRDefault="003970DC" w:rsidP="0071351A">
      <w:pPr>
        <w:spacing w:after="0" w:line="240" w:lineRule="auto"/>
        <w:rPr>
          <w:lang w:val="uk-UA"/>
        </w:rPr>
      </w:pPr>
    </w:p>
    <w:p w:rsidR="003970DC" w:rsidRDefault="003970DC" w:rsidP="00DB1237">
      <w:pPr>
        <w:pStyle w:val="Default"/>
        <w:jc w:val="center"/>
        <w:rPr>
          <w:rFonts w:cs="Calibri"/>
          <w:sz w:val="28"/>
          <w:szCs w:val="28"/>
        </w:rPr>
      </w:pPr>
    </w:p>
    <w:p w:rsidR="003970DC" w:rsidRPr="00E7352D" w:rsidRDefault="003970DC" w:rsidP="00DB1237">
      <w:pPr>
        <w:pStyle w:val="Default"/>
        <w:jc w:val="center"/>
        <w:rPr>
          <w:rFonts w:cs="Calibri"/>
        </w:rPr>
      </w:pPr>
      <w:r w:rsidRPr="00E7352D">
        <w:rPr>
          <w:b/>
          <w:bCs/>
        </w:rPr>
        <w:t>СКЛАД</w:t>
      </w:r>
    </w:p>
    <w:p w:rsidR="003970DC" w:rsidRDefault="003970DC" w:rsidP="00AD6929">
      <w:pPr>
        <w:spacing w:after="0" w:line="240" w:lineRule="auto"/>
        <w:jc w:val="center"/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uk-UA"/>
        </w:rPr>
      </w:pPr>
      <w:r w:rsidRPr="00DB1237">
        <w:rPr>
          <w:rFonts w:ascii="Times New Roman" w:hAnsi="Times New Roman" w:cs="Times New Roman"/>
          <w:b/>
          <w:bCs/>
          <w:sz w:val="24"/>
          <w:szCs w:val="24"/>
        </w:rPr>
        <w:t xml:space="preserve">робочої групи </w:t>
      </w:r>
      <w:r w:rsidRPr="00DB123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DB1237"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uk-UA"/>
        </w:rPr>
        <w:t>для складання акту встановлення факту здійснення</w:t>
      </w:r>
      <w:r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uk-UA"/>
        </w:rPr>
        <w:t xml:space="preserve"> </w:t>
      </w:r>
      <w:r w:rsidRPr="00DB1237"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uk-UA"/>
        </w:rPr>
        <w:t xml:space="preserve">догляду </w:t>
      </w:r>
    </w:p>
    <w:p w:rsidR="003970DC" w:rsidRPr="00AD6929" w:rsidRDefault="003970DC" w:rsidP="00AD6929">
      <w:pPr>
        <w:spacing w:after="0" w:line="240" w:lineRule="auto"/>
        <w:jc w:val="center"/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uk-UA"/>
        </w:rPr>
      </w:pPr>
      <w:r w:rsidRPr="00DB123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 особами</w:t>
      </w:r>
      <w:r w:rsidRPr="00DB123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DB1237">
        <w:rPr>
          <w:rFonts w:ascii="Times New Roman" w:hAnsi="Times New Roman" w:cs="Times New Roman"/>
          <w:b/>
          <w:bCs/>
          <w:sz w:val="24"/>
          <w:szCs w:val="24"/>
          <w:lang w:val="uk-UA"/>
        </w:rPr>
        <w:t>з інвалідністю I чи II групи та особами, які потребують постійного догляду</w:t>
      </w:r>
    </w:p>
    <w:p w:rsidR="003970DC" w:rsidRDefault="003970DC" w:rsidP="0071351A">
      <w:pPr>
        <w:pStyle w:val="NoSpacing"/>
      </w:pPr>
    </w:p>
    <w:tbl>
      <w:tblPr>
        <w:tblpPr w:leftFromText="180" w:rightFromText="180" w:vertAnchor="page" w:horzAnchor="margin" w:tblpY="4231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480"/>
      </w:tblGrid>
      <w:tr w:rsidR="003970DC" w:rsidRPr="0071351A">
        <w:tc>
          <w:tcPr>
            <w:tcW w:w="3348" w:type="dxa"/>
          </w:tcPr>
          <w:p w:rsidR="003970DC" w:rsidRPr="00E7352D" w:rsidRDefault="003970DC" w:rsidP="00713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52D">
              <w:rPr>
                <w:rFonts w:ascii="Times New Roman" w:hAnsi="Times New Roman" w:cs="Times New Roman"/>
                <w:sz w:val="24"/>
                <w:szCs w:val="24"/>
              </w:rPr>
              <w:t>Голова робочої групи:</w:t>
            </w:r>
          </w:p>
        </w:tc>
        <w:tc>
          <w:tcPr>
            <w:tcW w:w="6480" w:type="dxa"/>
          </w:tcPr>
          <w:p w:rsidR="003970DC" w:rsidRPr="00E7352D" w:rsidRDefault="003970DC" w:rsidP="007135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35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 (за посадою)</w:t>
            </w:r>
          </w:p>
        </w:tc>
      </w:tr>
      <w:tr w:rsidR="003970DC" w:rsidRPr="0071351A">
        <w:trPr>
          <w:trHeight w:val="727"/>
        </w:trPr>
        <w:tc>
          <w:tcPr>
            <w:tcW w:w="3348" w:type="dxa"/>
          </w:tcPr>
          <w:p w:rsidR="003970DC" w:rsidRPr="00E7352D" w:rsidRDefault="003970DC" w:rsidP="007135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35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голови робочої групи:</w:t>
            </w:r>
          </w:p>
        </w:tc>
        <w:tc>
          <w:tcPr>
            <w:tcW w:w="6480" w:type="dxa"/>
          </w:tcPr>
          <w:p w:rsidR="003970DC" w:rsidRPr="00E7352D" w:rsidRDefault="003970DC" w:rsidP="0071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35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735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соціальної політики Бучанської міської ради (за посадою)</w:t>
            </w:r>
          </w:p>
        </w:tc>
      </w:tr>
      <w:tr w:rsidR="003970DC" w:rsidRPr="0071351A">
        <w:trPr>
          <w:trHeight w:val="727"/>
        </w:trPr>
        <w:tc>
          <w:tcPr>
            <w:tcW w:w="3348" w:type="dxa"/>
          </w:tcPr>
          <w:p w:rsidR="003970DC" w:rsidRPr="0032709A" w:rsidRDefault="003970DC" w:rsidP="00713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52D">
              <w:rPr>
                <w:rFonts w:ascii="Times New Roman" w:hAnsi="Times New Roman" w:cs="Times New Roman"/>
                <w:sz w:val="24"/>
                <w:szCs w:val="24"/>
              </w:rPr>
              <w:t>Члени робочої групи:</w:t>
            </w:r>
          </w:p>
        </w:tc>
        <w:tc>
          <w:tcPr>
            <w:tcW w:w="6480" w:type="dxa"/>
          </w:tcPr>
          <w:p w:rsidR="003970DC" w:rsidRDefault="003970DC" w:rsidP="003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старости старостинських округів Бучанської міської територіальної громади </w:t>
            </w:r>
            <w:r w:rsidRPr="00E735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посадою)</w:t>
            </w:r>
          </w:p>
          <w:p w:rsidR="003970DC" w:rsidRPr="00E7352D" w:rsidRDefault="003970DC" w:rsidP="003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970DC" w:rsidRPr="00F251BA">
        <w:trPr>
          <w:trHeight w:val="593"/>
        </w:trPr>
        <w:tc>
          <w:tcPr>
            <w:tcW w:w="3348" w:type="dxa"/>
          </w:tcPr>
          <w:p w:rsidR="003970DC" w:rsidRPr="00E7352D" w:rsidRDefault="003970DC" w:rsidP="007135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80" w:type="dxa"/>
          </w:tcPr>
          <w:p w:rsidR="003970DC" w:rsidRDefault="003970DC" w:rsidP="003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адміністратори  Управління ЦНАП Бучанської міської ради, які здійснюють прийом громадян в старостинських округах</w:t>
            </w:r>
          </w:p>
          <w:p w:rsidR="003970DC" w:rsidRPr="00E7352D" w:rsidRDefault="003970DC" w:rsidP="003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970DC" w:rsidRPr="0032709A">
        <w:trPr>
          <w:trHeight w:val="500"/>
        </w:trPr>
        <w:tc>
          <w:tcPr>
            <w:tcW w:w="3348" w:type="dxa"/>
          </w:tcPr>
          <w:p w:rsidR="003970DC" w:rsidRPr="0032709A" w:rsidRDefault="003970DC" w:rsidP="007135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80" w:type="dxa"/>
          </w:tcPr>
          <w:p w:rsidR="003970DC" w:rsidRDefault="003970DC" w:rsidP="003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с</w:t>
            </w:r>
            <w:r w:rsidRPr="00ED3078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розрахунків та контролю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D3078">
              <w:rPr>
                <w:rFonts w:ascii="Times New Roman" w:hAnsi="Times New Roman" w:cs="Times New Roman"/>
                <w:sz w:val="24"/>
                <w:szCs w:val="24"/>
              </w:rPr>
              <w:t>за призначенням державних допомог та компенсацій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соціальної політики </w:t>
            </w:r>
            <w:r w:rsidRPr="00E735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 (за посадою)</w:t>
            </w:r>
          </w:p>
          <w:p w:rsidR="003970DC" w:rsidRPr="00E7352D" w:rsidRDefault="003970DC" w:rsidP="003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970DC" w:rsidRPr="0071351A">
        <w:trPr>
          <w:trHeight w:val="619"/>
        </w:trPr>
        <w:tc>
          <w:tcPr>
            <w:tcW w:w="3348" w:type="dxa"/>
          </w:tcPr>
          <w:p w:rsidR="003970DC" w:rsidRPr="0032709A" w:rsidRDefault="003970DC" w:rsidP="007135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480" w:type="dxa"/>
          </w:tcPr>
          <w:p w:rsidR="003970DC" w:rsidRDefault="003970DC" w:rsidP="00D30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</w:t>
            </w:r>
            <w:r w:rsidRPr="00E735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центру соціальних служб Управління соціальної політики Бучанської міської ради (за посадою)</w:t>
            </w:r>
          </w:p>
          <w:p w:rsidR="003970DC" w:rsidRPr="00035027" w:rsidRDefault="003970DC" w:rsidP="000350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970DC" w:rsidRPr="0071351A">
        <w:trPr>
          <w:trHeight w:val="432"/>
        </w:trPr>
        <w:tc>
          <w:tcPr>
            <w:tcW w:w="3348" w:type="dxa"/>
          </w:tcPr>
          <w:p w:rsidR="003970DC" w:rsidRPr="00E7352D" w:rsidRDefault="003970DC" w:rsidP="00713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3970DC" w:rsidRPr="00E7352D" w:rsidRDefault="003970DC" w:rsidP="00ED3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представник</w:t>
            </w:r>
            <w:r w:rsidRPr="00E735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КНП «Бучанський центр соціальних послуг та пси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хологічної допомоги» (за згодою</w:t>
            </w:r>
            <w:r w:rsidRPr="00E735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970DC" w:rsidRPr="00E7352D" w:rsidRDefault="003970DC" w:rsidP="00ED3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970DC" w:rsidRPr="0071351A">
        <w:tc>
          <w:tcPr>
            <w:tcW w:w="3348" w:type="dxa"/>
          </w:tcPr>
          <w:p w:rsidR="003970DC" w:rsidRPr="00E7352D" w:rsidRDefault="003970DC" w:rsidP="00713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3970DC" w:rsidRDefault="003970DC" w:rsidP="0071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представник </w:t>
            </w:r>
            <w:r w:rsidRPr="00C554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анського</w:t>
            </w:r>
            <w:r w:rsidRPr="00C554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нного територіального</w:t>
            </w:r>
            <w:r w:rsidRPr="00C554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C554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комплектації та соціальної підтримки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(ТЦК СП) (за згодою)</w:t>
            </w:r>
          </w:p>
          <w:p w:rsidR="003970DC" w:rsidRPr="00E7352D" w:rsidRDefault="003970DC" w:rsidP="003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970DC" w:rsidRPr="00E7352D" w:rsidRDefault="003970DC" w:rsidP="00E7352D">
      <w:pPr>
        <w:tabs>
          <w:tab w:val="left" w:pos="3450"/>
          <w:tab w:val="left" w:pos="7020"/>
        </w:tabs>
        <w:rPr>
          <w:sz w:val="24"/>
          <w:szCs w:val="24"/>
          <w:lang w:val="uk-UA"/>
        </w:rPr>
      </w:pPr>
      <w:r w:rsidRPr="00E7352D">
        <w:rPr>
          <w:sz w:val="24"/>
          <w:szCs w:val="24"/>
          <w:lang w:val="uk-UA"/>
        </w:rPr>
        <w:tab/>
      </w:r>
    </w:p>
    <w:p w:rsidR="003970DC" w:rsidRPr="00E7352D" w:rsidRDefault="003970DC" w:rsidP="006524B0">
      <w:pPr>
        <w:pStyle w:val="NoSpacing"/>
        <w:tabs>
          <w:tab w:val="left" w:pos="7020"/>
        </w:tabs>
        <w:rPr>
          <w:sz w:val="24"/>
          <w:szCs w:val="24"/>
        </w:rPr>
      </w:pPr>
    </w:p>
    <w:p w:rsidR="003970DC" w:rsidRPr="00E7352D" w:rsidRDefault="003970DC" w:rsidP="0071351A">
      <w:pPr>
        <w:pStyle w:val="NoSpacing"/>
        <w:rPr>
          <w:sz w:val="24"/>
          <w:szCs w:val="24"/>
        </w:rPr>
      </w:pPr>
    </w:p>
    <w:p w:rsidR="003970DC" w:rsidRPr="00E7352D" w:rsidRDefault="003970DC" w:rsidP="0071351A">
      <w:pPr>
        <w:pStyle w:val="NoSpacing"/>
        <w:rPr>
          <w:sz w:val="24"/>
          <w:szCs w:val="24"/>
        </w:rPr>
      </w:pPr>
      <w:bookmarkStart w:id="0" w:name="_GoBack"/>
      <w:bookmarkEnd w:id="0"/>
    </w:p>
    <w:p w:rsidR="003970DC" w:rsidRPr="00E7352D" w:rsidRDefault="003970DC" w:rsidP="007135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Керуючий</w:t>
      </w: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справами</w:t>
      </w:r>
    </w:p>
    <w:p w:rsidR="003970DC" w:rsidRPr="00E7352D" w:rsidRDefault="003970DC" w:rsidP="00E7352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E7352D">
        <w:rPr>
          <w:rFonts w:ascii="Times New Roman" w:hAnsi="Times New Roman" w:cs="Times New Roman"/>
          <w:b/>
          <w:bCs/>
          <w:sz w:val="24"/>
          <w:szCs w:val="24"/>
        </w:rPr>
        <w:t>Бучанської міської ради</w:t>
      </w:r>
      <w:r w:rsidRPr="00E735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Дмитро ГАПЧЕНКО</w:t>
      </w:r>
    </w:p>
    <w:p w:rsidR="003970DC" w:rsidRPr="00E7352D" w:rsidRDefault="003970DC" w:rsidP="007135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70DC" w:rsidRDefault="003970DC" w:rsidP="007135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70DC" w:rsidRDefault="003970DC" w:rsidP="007135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70DC" w:rsidRDefault="003970DC" w:rsidP="007135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70DC" w:rsidRDefault="003970DC" w:rsidP="007135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70DC" w:rsidRPr="00E7352D" w:rsidRDefault="003970DC" w:rsidP="007135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Начальник управління</w:t>
      </w:r>
    </w:p>
    <w:p w:rsidR="003970DC" w:rsidRPr="00E7352D" w:rsidRDefault="003970DC" w:rsidP="007135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>соціальної політики</w:t>
      </w: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Pr="00E7352D">
        <w:rPr>
          <w:rFonts w:ascii="Times New Roman" w:hAnsi="Times New Roman" w:cs="Times New Roman"/>
          <w:b/>
          <w:bCs/>
          <w:sz w:val="24"/>
          <w:szCs w:val="24"/>
          <w:lang w:val="uk-UA"/>
        </w:rPr>
        <w:t>Ірина ПАСІЧНА</w:t>
      </w:r>
    </w:p>
    <w:p w:rsidR="003970DC" w:rsidRPr="00E7352D" w:rsidRDefault="003970DC" w:rsidP="00E7352D">
      <w:pPr>
        <w:pStyle w:val="NoSpacing"/>
        <w:tabs>
          <w:tab w:val="left" w:pos="7020"/>
        </w:tabs>
        <w:rPr>
          <w:sz w:val="24"/>
          <w:szCs w:val="24"/>
        </w:rPr>
      </w:pPr>
    </w:p>
    <w:sectPr w:rsidR="003970DC" w:rsidRPr="00E7352D" w:rsidSect="00674E34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BED"/>
    <w:rsid w:val="000300AE"/>
    <w:rsid w:val="00035027"/>
    <w:rsid w:val="000B4927"/>
    <w:rsid w:val="000E1764"/>
    <w:rsid w:val="0012695B"/>
    <w:rsid w:val="001C1260"/>
    <w:rsid w:val="001C7E54"/>
    <w:rsid w:val="00226470"/>
    <w:rsid w:val="00254513"/>
    <w:rsid w:val="002937EE"/>
    <w:rsid w:val="002B7EEB"/>
    <w:rsid w:val="0032709A"/>
    <w:rsid w:val="003600A1"/>
    <w:rsid w:val="00362C31"/>
    <w:rsid w:val="003970DC"/>
    <w:rsid w:val="003A25C6"/>
    <w:rsid w:val="003E64CA"/>
    <w:rsid w:val="00431526"/>
    <w:rsid w:val="00460B54"/>
    <w:rsid w:val="004636AB"/>
    <w:rsid w:val="004C6901"/>
    <w:rsid w:val="004F5BAE"/>
    <w:rsid w:val="00531AF5"/>
    <w:rsid w:val="00583849"/>
    <w:rsid w:val="005A5C81"/>
    <w:rsid w:val="005D792B"/>
    <w:rsid w:val="006524B0"/>
    <w:rsid w:val="006670EA"/>
    <w:rsid w:val="00674E34"/>
    <w:rsid w:val="006A2B6B"/>
    <w:rsid w:val="006A4A6A"/>
    <w:rsid w:val="006E620F"/>
    <w:rsid w:val="006F0F6F"/>
    <w:rsid w:val="006F74AB"/>
    <w:rsid w:val="0071351A"/>
    <w:rsid w:val="007637AF"/>
    <w:rsid w:val="00785D6D"/>
    <w:rsid w:val="007D09D1"/>
    <w:rsid w:val="00873687"/>
    <w:rsid w:val="008A7C21"/>
    <w:rsid w:val="008B1D88"/>
    <w:rsid w:val="00A028DD"/>
    <w:rsid w:val="00A07160"/>
    <w:rsid w:val="00A77CAF"/>
    <w:rsid w:val="00A955B3"/>
    <w:rsid w:val="00AD6929"/>
    <w:rsid w:val="00B30892"/>
    <w:rsid w:val="00BA6931"/>
    <w:rsid w:val="00C41755"/>
    <w:rsid w:val="00C554C6"/>
    <w:rsid w:val="00CA76CB"/>
    <w:rsid w:val="00CB4785"/>
    <w:rsid w:val="00CD3C3E"/>
    <w:rsid w:val="00CD76AB"/>
    <w:rsid w:val="00D118B4"/>
    <w:rsid w:val="00D30BC3"/>
    <w:rsid w:val="00D86B79"/>
    <w:rsid w:val="00DB1237"/>
    <w:rsid w:val="00E01F37"/>
    <w:rsid w:val="00E3092E"/>
    <w:rsid w:val="00E7352D"/>
    <w:rsid w:val="00EC2D18"/>
    <w:rsid w:val="00EC4BED"/>
    <w:rsid w:val="00ED3078"/>
    <w:rsid w:val="00F03495"/>
    <w:rsid w:val="00F207DE"/>
    <w:rsid w:val="00F251BA"/>
    <w:rsid w:val="00F41584"/>
    <w:rsid w:val="00F524BB"/>
    <w:rsid w:val="00FB3AB7"/>
    <w:rsid w:val="00FD6208"/>
    <w:rsid w:val="00FF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51A"/>
    <w:pPr>
      <w:spacing w:after="160" w:line="256" w:lineRule="auto"/>
    </w:pPr>
    <w:rPr>
      <w:rFonts w:eastAsia="Times New Roman"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1351A"/>
    <w:rPr>
      <w:rFonts w:cs="Calibri"/>
      <w:lang w:eastAsia="en-US"/>
    </w:rPr>
  </w:style>
  <w:style w:type="paragraph" w:customStyle="1" w:styleId="Default">
    <w:name w:val="Default"/>
    <w:uiPriority w:val="99"/>
    <w:rsid w:val="007135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">
    <w:name w:val="Знак"/>
    <w:basedOn w:val="Normal"/>
    <w:uiPriority w:val="99"/>
    <w:rsid w:val="0071351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Emphasis">
    <w:name w:val="Emphasis"/>
    <w:basedOn w:val="DefaultParagraphFont"/>
    <w:uiPriority w:val="99"/>
    <w:qFormat/>
    <w:locked/>
    <w:rsid w:val="00DB12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831</Words>
  <Characters>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DTI</cp:lastModifiedBy>
  <cp:revision>16</cp:revision>
  <cp:lastPrinted>2024-05-16T12:39:00Z</cp:lastPrinted>
  <dcterms:created xsi:type="dcterms:W3CDTF">2024-03-21T14:17:00Z</dcterms:created>
  <dcterms:modified xsi:type="dcterms:W3CDTF">2024-09-06T06:58:00Z</dcterms:modified>
</cp:coreProperties>
</file>